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089FF0">
      <w:pPr>
        <w:pStyle w:val="2"/>
        <w:bidi w:val="0"/>
        <w:jc w:val="center"/>
      </w:pPr>
      <w:r>
        <w:t>通知函</w:t>
      </w:r>
    </w:p>
    <w:p w14:paraId="2874A0C4">
      <w:pPr>
        <w:pStyle w:val="5"/>
        <w:keepNext w:val="0"/>
        <w:keepLines w:val="0"/>
        <w:widowControl/>
        <w:suppressLineNumbers w:val="0"/>
        <w:rPr>
          <w:b/>
          <w:bCs/>
        </w:rPr>
      </w:pPr>
      <w:r>
        <w:rPr>
          <w:b/>
          <w:bCs/>
        </w:rPr>
        <w:t>尊敬的 {被告姓名} 先生/女士：</w:t>
      </w:r>
    </w:p>
    <w:p w14:paraId="6C6299CD">
      <w:pPr>
        <w:pStyle w:val="5"/>
        <w:keepNext w:val="0"/>
        <w:keepLines w:val="0"/>
        <w:widowControl/>
        <w:suppressLineNumbers w:val="0"/>
      </w:pPr>
      <w:r>
        <w:t>您好！</w:t>
      </w:r>
    </w:p>
    <w:p w14:paraId="57E1AA7E">
      <w:pPr>
        <w:pStyle w:val="5"/>
        <w:keepNext w:val="0"/>
        <w:keepLines w:val="0"/>
        <w:widowControl/>
        <w:suppressLineNumbers w:val="0"/>
        <w:ind w:firstLine="420" w:firstLineChars="0"/>
      </w:pPr>
      <w:bookmarkStart w:id="0" w:name="_GoBack"/>
      <w:bookmarkEnd w:id="0"/>
      <w:r>
        <w:t>我方（{原告姓名}，{原告性别}，联系方式：{原告电话}，籍贯：{原告籍贯}，住址：{原告住址}）特此向您发出本通知，旨在就以下事项进行说明与告知：</w:t>
      </w:r>
    </w:p>
    <w:p w14:paraId="776D3165">
      <w:pPr>
        <w:pStyle w:val="5"/>
        <w:keepNext w:val="0"/>
        <w:keepLines w:val="0"/>
        <w:widowControl/>
        <w:suppressLineNumbers w:val="0"/>
      </w:pPr>
      <w:r>
        <w:t>一、事由说明</w:t>
      </w:r>
      <w:r>
        <w:br w:type="textWrapping"/>
      </w:r>
      <w:r>
        <w:rPr>
          <w:rFonts w:hint="eastAsia"/>
          <w:lang w:val="en-US" w:eastAsia="zh-CN"/>
        </w:rPr>
        <w:tab/>
      </w:r>
      <w:r>
        <w:t>因{事实理由}，我方认为您应就相关事项承担相应责任，并及时履行相关义务。</w:t>
      </w:r>
    </w:p>
    <w:p w14:paraId="512D20FD">
      <w:pPr>
        <w:pStyle w:val="5"/>
        <w:keepNext w:val="0"/>
        <w:keepLines w:val="0"/>
        <w:widowControl/>
        <w:suppressLineNumbers w:val="0"/>
      </w:pPr>
      <w:r>
        <w:t>二、我方要求</w:t>
      </w:r>
    </w:p>
    <w:p w14:paraId="45626005">
      <w:pPr>
        <w:pStyle w:val="5"/>
        <w:keepNext w:val="0"/>
        <w:keepLines w:val="0"/>
        <w:widowControl/>
        <w:suppressLineNumbers w:val="0"/>
        <w:ind w:firstLine="420" w:firstLineChars="0"/>
      </w:pPr>
      <w:r>
        <w:rPr>
          <w:rFonts w:hint="eastAsia"/>
          <w:lang w:val="en-US" w:eastAsia="zh-CN"/>
        </w:rPr>
        <w:t>1、</w:t>
      </w:r>
      <w:r>
        <w:t>请您在收到本通知后，尽快向我方支付货款 {支付金额} 元；</w:t>
      </w:r>
    </w:p>
    <w:p w14:paraId="2A9C0DEF">
      <w:pPr>
        <w:pStyle w:val="5"/>
        <w:keepNext w:val="0"/>
        <w:keepLines w:val="0"/>
        <w:widowControl/>
        <w:suppressLineNumbers w:val="0"/>
        <w:ind w:firstLine="420" w:firstLineChars="0"/>
      </w:pPr>
      <w:r>
        <w:rPr>
          <w:rFonts w:hint="eastAsia"/>
          <w:lang w:val="en-US" w:eastAsia="zh-CN"/>
        </w:rPr>
        <w:t>2、</w:t>
      </w:r>
      <w:r>
        <w:t>请您赔偿我方因此造成的经济损失 {赔偿金额} 元；</w:t>
      </w:r>
    </w:p>
    <w:p w14:paraId="4BD2674C">
      <w:pPr>
        <w:pStyle w:val="5"/>
        <w:keepNext w:val="0"/>
        <w:keepLines w:val="0"/>
        <w:widowControl/>
        <w:suppressLineNumbers w:val="0"/>
        <w:ind w:firstLine="420" w:firstLineChars="0"/>
      </w:pPr>
      <w:r>
        <w:rPr>
          <w:rFonts w:hint="eastAsia"/>
          <w:lang w:val="en-US" w:eastAsia="zh-CN"/>
        </w:rPr>
        <w:t>3、</w:t>
      </w:r>
      <w:r>
        <w:t>若您未在规定时间内履行上述义务，我方将保留通过其他合法途径追究责任的权利。</w:t>
      </w:r>
    </w:p>
    <w:p w14:paraId="101104E5">
      <w:pPr>
        <w:pStyle w:val="5"/>
        <w:keepNext w:val="0"/>
        <w:keepLines w:val="0"/>
        <w:widowControl/>
        <w:suppressLineNumbers w:val="0"/>
        <w:ind w:firstLine="420" w:firstLineChars="0"/>
      </w:pPr>
      <w:r>
        <w:rPr>
          <w:rFonts w:hint="eastAsia"/>
          <w:lang w:val="en-US" w:eastAsia="zh-CN"/>
        </w:rPr>
        <w:t>4、</w:t>
      </w:r>
      <w:r>
        <w:t xml:space="preserve">请您在收到本函后，于 </w:t>
      </w:r>
      <w:r>
        <w:rPr>
          <w:rStyle w:val="9"/>
        </w:rPr>
        <w:t>____年__月__日</w:t>
      </w:r>
      <w:r>
        <w:t xml:space="preserve"> 前与我方联系并完成处理事宜，以避免事态进一步升级。</w:t>
      </w:r>
    </w:p>
    <w:p w14:paraId="5843B309">
      <w:pPr>
        <w:pStyle w:val="5"/>
        <w:keepNext w:val="0"/>
        <w:keepLines w:val="0"/>
        <w:widowControl/>
        <w:suppressLineNumbers w:val="0"/>
      </w:pPr>
      <w:r>
        <w:t>此致</w:t>
      </w:r>
      <w:r>
        <w:br w:type="textWrapping"/>
      </w:r>
      <w:r>
        <w:t>敬礼</w:t>
      </w:r>
    </w:p>
    <w:p w14:paraId="3D76B039">
      <w:pPr>
        <w:pStyle w:val="5"/>
        <w:keepNext w:val="0"/>
        <w:keepLines w:val="0"/>
        <w:widowControl/>
        <w:suppressLineNumbers w:val="0"/>
        <w:jc w:val="right"/>
      </w:pPr>
      <w:r>
        <w:t>发函人：{原告姓名}（签字或盖章）</w:t>
      </w:r>
      <w:r>
        <w:br w:type="textWrapping"/>
      </w:r>
      <w:r>
        <w:t>联系方式：{原告电话}</w:t>
      </w:r>
      <w:r>
        <w:br w:type="textWrapping"/>
      </w:r>
      <w:r>
        <w:t>日期：____年__月__日</w:t>
      </w:r>
    </w:p>
    <w:p w14:paraId="501E3414"/>
    <w:sectPr>
      <w:footerReference r:id="rId3" w:type="default"/>
      <w:pgSz w:w="11906" w:h="16838"/>
      <w:pgMar w:top="1474" w:right="1531" w:bottom="147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689924">
    <w:pPr>
      <w:pStyle w:val="3"/>
      <w:jc w:val="center"/>
      <w:rPr>
        <w:rFonts w:ascii="Times New Roman" w:hAnsi="Times New Roman" w:cs="Times New Roman"/>
        <w:sz w:val="21"/>
        <w:szCs w:val="21"/>
      </w:rPr>
    </w:pPr>
    <w:r>
      <w:rPr>
        <w:rFonts w:ascii="Times New Roman" w:hAnsi="Times New Roman" w:cs="Times New Roman"/>
        <w:sz w:val="21"/>
        <w:szCs w:val="21"/>
      </w:rPr>
      <w:t>第</w:t>
    </w:r>
    <w:sdt>
      <w:sdtPr>
        <w:rPr>
          <w:rFonts w:ascii="Times New Roman" w:hAnsi="Times New Roman" w:cs="Times New Roman"/>
          <w:sz w:val="21"/>
          <w:szCs w:val="21"/>
        </w:rPr>
        <w:id w:val="-1164546762"/>
        <w:docPartObj>
          <w:docPartGallery w:val="autotext"/>
        </w:docPartObj>
      </w:sdtPr>
      <w:sdtEndPr>
        <w:rPr>
          <w:rFonts w:ascii="Times New Roman" w:hAnsi="Times New Roman" w:cs="Times New Roman"/>
          <w:sz w:val="21"/>
          <w:szCs w:val="21"/>
        </w:rPr>
      </w:sdtEndPr>
      <w:sdtContent>
        <w:sdt>
          <w:sdtPr>
            <w:rPr>
              <w:rFonts w:ascii="Times New Roman" w:hAnsi="Times New Roman" w:cs="Times New Roman"/>
              <w:sz w:val="21"/>
              <w:szCs w:val="21"/>
            </w:rPr>
            <w:id w:val="1728636285"/>
            <w:docPartObj>
              <w:docPartGallery w:val="autotext"/>
            </w:docPartObj>
          </w:sdtPr>
          <w:sdtEndPr>
            <w:rPr>
              <w:rFonts w:ascii="Times New Roman" w:hAnsi="Times New Roman" w:cs="Times New Roman"/>
              <w:sz w:val="21"/>
              <w:szCs w:val="21"/>
            </w:rPr>
          </w:sdtEndPr>
          <w:sdtContent>
            <w:r>
              <w:rPr>
                <w:rFonts w:ascii="Times New Roman" w:hAnsi="Times New Roman" w:cs="Times New Roman"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 w:cs="Times New Roman"/>
                <w:sz w:val="21"/>
                <w:szCs w:val="21"/>
              </w:rPr>
              <w:instrText xml:space="preserve">PAGE</w:instrText>
            </w:r>
            <w:r>
              <w:rPr>
                <w:rFonts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 w:cs="Times New Roman"/>
                <w:sz w:val="21"/>
                <w:szCs w:val="21"/>
                <w:lang w:val="zh-CN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fldChar w:fldCharType="end"/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页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zh-CN"/>
              </w:rPr>
              <w:t>，</w:t>
            </w:r>
            <w:r>
              <w:rPr>
                <w:rFonts w:ascii="Times New Roman" w:hAnsi="Times New Roman" w:cs="Times New Roman"/>
                <w:sz w:val="21"/>
                <w:szCs w:val="21"/>
                <w:lang w:val="zh-CN"/>
              </w:rPr>
              <w:t xml:space="preserve">共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 w:cs="Times New Roman"/>
                <w:sz w:val="21"/>
                <w:szCs w:val="21"/>
              </w:rPr>
              <w:instrText xml:space="preserve">NUMPAGES</w:instrText>
            </w:r>
            <w:r>
              <w:rPr>
                <w:rFonts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 w:cs="Times New Roman"/>
                <w:sz w:val="21"/>
                <w:szCs w:val="21"/>
                <w:lang w:val="zh-CN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fldChar w:fldCharType="end"/>
            </w:r>
          </w:sdtContent>
        </w:sdt>
        <w:r>
          <w:rPr>
            <w:rFonts w:ascii="Times New Roman" w:hAnsi="Times New Roman" w:cs="Times New Roman"/>
            <w:sz w:val="21"/>
            <w:szCs w:val="21"/>
          </w:rPr>
          <w:t xml:space="preserve"> 页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2F153A"/>
    <w:rsid w:val="00015021"/>
    <w:rsid w:val="00051B62"/>
    <w:rsid w:val="00060331"/>
    <w:rsid w:val="00081460"/>
    <w:rsid w:val="000A5B42"/>
    <w:rsid w:val="000C70FF"/>
    <w:rsid w:val="000C78DE"/>
    <w:rsid w:val="000F48C2"/>
    <w:rsid w:val="001845CD"/>
    <w:rsid w:val="001B3CB3"/>
    <w:rsid w:val="001F4C75"/>
    <w:rsid w:val="00201630"/>
    <w:rsid w:val="0020631E"/>
    <w:rsid w:val="002229CC"/>
    <w:rsid w:val="002E7F82"/>
    <w:rsid w:val="002F1F03"/>
    <w:rsid w:val="0030133A"/>
    <w:rsid w:val="003869B1"/>
    <w:rsid w:val="003B081C"/>
    <w:rsid w:val="00400A28"/>
    <w:rsid w:val="00401C6F"/>
    <w:rsid w:val="004065C6"/>
    <w:rsid w:val="004336B1"/>
    <w:rsid w:val="00436AB7"/>
    <w:rsid w:val="004451D1"/>
    <w:rsid w:val="004666D0"/>
    <w:rsid w:val="004765C1"/>
    <w:rsid w:val="00484DF7"/>
    <w:rsid w:val="004C18C6"/>
    <w:rsid w:val="004D0EB5"/>
    <w:rsid w:val="004D6AF2"/>
    <w:rsid w:val="004E3A94"/>
    <w:rsid w:val="0052737C"/>
    <w:rsid w:val="005E313E"/>
    <w:rsid w:val="006300B6"/>
    <w:rsid w:val="006A30E8"/>
    <w:rsid w:val="006B11DF"/>
    <w:rsid w:val="006C59DE"/>
    <w:rsid w:val="007024D2"/>
    <w:rsid w:val="00734128"/>
    <w:rsid w:val="00746DD2"/>
    <w:rsid w:val="007853B2"/>
    <w:rsid w:val="0079695A"/>
    <w:rsid w:val="007A5D67"/>
    <w:rsid w:val="007B3813"/>
    <w:rsid w:val="007C270B"/>
    <w:rsid w:val="007C4658"/>
    <w:rsid w:val="007C69FA"/>
    <w:rsid w:val="007E5A1B"/>
    <w:rsid w:val="00821659"/>
    <w:rsid w:val="0085216E"/>
    <w:rsid w:val="00856C5D"/>
    <w:rsid w:val="00877D46"/>
    <w:rsid w:val="008B00EB"/>
    <w:rsid w:val="008B7AB8"/>
    <w:rsid w:val="009063FD"/>
    <w:rsid w:val="0099517B"/>
    <w:rsid w:val="009A0721"/>
    <w:rsid w:val="009D49FD"/>
    <w:rsid w:val="009D680D"/>
    <w:rsid w:val="00A03B8D"/>
    <w:rsid w:val="00A45183"/>
    <w:rsid w:val="00A6089A"/>
    <w:rsid w:val="00A82501"/>
    <w:rsid w:val="00A835A7"/>
    <w:rsid w:val="00AB6357"/>
    <w:rsid w:val="00AE33F5"/>
    <w:rsid w:val="00AF0A69"/>
    <w:rsid w:val="00B434FD"/>
    <w:rsid w:val="00B44A62"/>
    <w:rsid w:val="00B700C8"/>
    <w:rsid w:val="00BA4E7B"/>
    <w:rsid w:val="00C02658"/>
    <w:rsid w:val="00C40028"/>
    <w:rsid w:val="00C76449"/>
    <w:rsid w:val="00C81C1B"/>
    <w:rsid w:val="00C834E9"/>
    <w:rsid w:val="00C85459"/>
    <w:rsid w:val="00CB0336"/>
    <w:rsid w:val="00CF0122"/>
    <w:rsid w:val="00CF35E4"/>
    <w:rsid w:val="00D070F0"/>
    <w:rsid w:val="00D71990"/>
    <w:rsid w:val="00D73303"/>
    <w:rsid w:val="00D82307"/>
    <w:rsid w:val="00DB2C31"/>
    <w:rsid w:val="00DC144C"/>
    <w:rsid w:val="00E019A4"/>
    <w:rsid w:val="00E478A8"/>
    <w:rsid w:val="00E54B37"/>
    <w:rsid w:val="00E91FC7"/>
    <w:rsid w:val="00EB7A5C"/>
    <w:rsid w:val="00EC385C"/>
    <w:rsid w:val="00F04B35"/>
    <w:rsid w:val="00F40B2F"/>
    <w:rsid w:val="00FA0589"/>
    <w:rsid w:val="00FD265B"/>
    <w:rsid w:val="00FF0D53"/>
    <w:rsid w:val="2B2F153A"/>
    <w:rsid w:val="3A8A2E97"/>
    <w:rsid w:val="422C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FollowedHyperlink"/>
    <w:basedOn w:val="8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1">
    <w:name w:val="Hyperlink"/>
    <w:basedOn w:val="8"/>
    <w:unhideWhenUsed/>
    <w:qFormat/>
    <w:uiPriority w:val="99"/>
    <w:rPr>
      <w:color w:val="0000FF"/>
      <w:u w:val="single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3\AppData\Roaming\kingsoft\office6\templates\download\7e12ecd4-646e-4cbb-a965-cbb0f855e447\&#27665;&#20107;&#36215;&#35785;&#20070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民事起诉书.docx</Template>
  <Pages>1</Pages>
  <Words>246</Words>
  <Characters>246</Characters>
  <Lines>4</Lines>
  <Paragraphs>1</Paragraphs>
  <TotalTime>10</TotalTime>
  <ScaleCrop>false</ScaleCrop>
  <LinksUpToDate>false</LinksUpToDate>
  <CharactersWithSpaces>445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2021-09-05T07:22:00Z</dcterms:created>
  <dc:creator>代皓</dc:creator>
  <cp:lastModifiedBy>代皓</cp:lastModifiedBy>
  <dcterms:modified xsi:type="dcterms:W3CDTF">2025-08-10T05:34:27Z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UUID">
    <vt:lpwstr>v1.0_mb_JP1MacLVX98cyQedwqg9LQ==</vt:lpwstr>
  </property>
  <property fmtid="{D5CDD505-2E9C-101B-9397-08002B2CF9AE}" pid="4" name="ICV">
    <vt:lpwstr>75BE68150DB04DBCBDCF8553DC38B3BA_13</vt:lpwstr>
  </property>
  <property fmtid="{D5CDD505-2E9C-101B-9397-08002B2CF9AE}" pid="5" name="KSOTemplateDocerSaveRecord">
    <vt:lpwstr>eyJoZGlkIjoiYzg3Zjk0M2QzMjY1MjFlNWM5MTMzMmI1MWFlNGRlOTkiLCJ1c2VySWQiOiIzMDAyMjQzODAifQ==</vt:lpwstr>
  </property>
</Properties>
</file>